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AE2" w:rsidRPr="00201C27" w:rsidRDefault="00BD2AE2" w:rsidP="001678B0">
      <w:pPr>
        <w:jc w:val="center"/>
        <w:rPr>
          <w:rFonts w:ascii="Arial" w:hAnsi="Arial" w:cs="Arial"/>
          <w:sz w:val="12"/>
          <w:szCs w:val="12"/>
        </w:rPr>
      </w:pPr>
    </w:p>
    <w:p w:rsidR="00BD2AE2" w:rsidRPr="00201C27" w:rsidRDefault="00BD2AE2" w:rsidP="001678B0">
      <w:pPr>
        <w:jc w:val="center"/>
        <w:rPr>
          <w:rFonts w:ascii="Arial" w:hAnsi="Arial" w:cs="Arial"/>
        </w:rPr>
      </w:pPr>
      <w:r w:rsidRPr="00201C27">
        <w:rPr>
          <w:rFonts w:ascii="Arial" w:hAnsi="Arial" w:cs="Arial"/>
        </w:rPr>
        <w:t>ПОВЕСТКА ДНЯ</w:t>
      </w:r>
    </w:p>
    <w:p w:rsidR="00BD2AE2" w:rsidRPr="00182533" w:rsidRDefault="00BD2AE2" w:rsidP="001678B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</w:t>
      </w:r>
      <w:r w:rsidRPr="00182533">
        <w:rPr>
          <w:rFonts w:ascii="Arial" w:hAnsi="Arial" w:cs="Arial"/>
          <w:sz w:val="21"/>
          <w:szCs w:val="21"/>
          <w:lang w:val="en-US"/>
        </w:rPr>
        <w:t>XXIX</w:t>
      </w:r>
      <w:r w:rsidRPr="00182533">
        <w:rPr>
          <w:rFonts w:ascii="Arial" w:hAnsi="Arial" w:cs="Arial"/>
          <w:sz w:val="21"/>
          <w:szCs w:val="21"/>
        </w:rPr>
        <w:t xml:space="preserve">  сессия  </w:t>
      </w:r>
      <w:r w:rsidRPr="00182533">
        <w:rPr>
          <w:rFonts w:ascii="Arial" w:hAnsi="Arial" w:cs="Arial"/>
          <w:sz w:val="21"/>
          <w:szCs w:val="21"/>
          <w:lang w:val="en-US"/>
        </w:rPr>
        <w:t>II</w:t>
      </w:r>
      <w:r w:rsidRPr="00182533">
        <w:rPr>
          <w:rFonts w:ascii="Arial" w:hAnsi="Arial" w:cs="Arial"/>
          <w:sz w:val="21"/>
          <w:szCs w:val="21"/>
        </w:rPr>
        <w:t xml:space="preserve">  созыва                                                                            17 июля 2012 года </w:t>
      </w: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Об утверждении плана мероприятий по подготовке учреждений образования Калевальского муниципального района к новому 2012-2013 учебному году.</w:t>
      </w:r>
    </w:p>
    <w:p w:rsidR="00BD2AE2" w:rsidRPr="00182533" w:rsidRDefault="00BD2AE2" w:rsidP="00F130D0">
      <w:pPr>
        <w:pStyle w:val="ListParagraph"/>
        <w:spacing w:after="0" w:line="24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 xml:space="preserve">     Информ.  Ананич В. В., директор МБУ «Управление образования»        9 голосов.</w:t>
      </w:r>
    </w:p>
    <w:p w:rsidR="00BD2AE2" w:rsidRPr="00182533" w:rsidRDefault="00BD2AE2" w:rsidP="00686FF3">
      <w:pPr>
        <w:pStyle w:val="ListParagraph"/>
        <w:spacing w:after="0" w:line="240" w:lineRule="auto"/>
        <w:ind w:left="-360"/>
        <w:jc w:val="both"/>
        <w:rPr>
          <w:rFonts w:ascii="Arial" w:hAnsi="Arial" w:cs="Arial"/>
          <w:sz w:val="16"/>
          <w:szCs w:val="16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 xml:space="preserve">О внесении изменений и дополнений в решение Совета Калевальского муниципального района от 28.12.2011 № </w:t>
      </w:r>
      <w:r w:rsidRPr="00182533">
        <w:rPr>
          <w:rFonts w:ascii="Arial" w:hAnsi="Arial" w:cs="Arial"/>
          <w:sz w:val="21"/>
          <w:szCs w:val="21"/>
          <w:lang w:val="en-US"/>
        </w:rPr>
        <w:t>XXIV</w:t>
      </w:r>
      <w:r w:rsidRPr="00182533">
        <w:rPr>
          <w:rFonts w:ascii="Arial" w:hAnsi="Arial" w:cs="Arial"/>
          <w:sz w:val="21"/>
          <w:szCs w:val="21"/>
        </w:rPr>
        <w:t>-11-351 «Об утверждении бюджета муниципального образования «Калевальский национальный район» на 2012 год»</w:t>
      </w:r>
    </w:p>
    <w:p w:rsidR="00BD2AE2" w:rsidRPr="00182533" w:rsidRDefault="00BD2AE2" w:rsidP="00DF33F4">
      <w:pPr>
        <w:pStyle w:val="ListParagraph"/>
        <w:spacing w:after="0" w:line="240" w:lineRule="auto"/>
        <w:ind w:left="360" w:firstLine="348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Информирует: Пиванкова Е. М.                                                                     9 голосов</w:t>
      </w:r>
    </w:p>
    <w:p w:rsidR="00BD2AE2" w:rsidRPr="00182533" w:rsidRDefault="00BD2AE2" w:rsidP="008823D5">
      <w:pPr>
        <w:pStyle w:val="ListParagraph"/>
        <w:spacing w:after="0" w:line="240" w:lineRule="auto"/>
        <w:ind w:left="-360"/>
        <w:jc w:val="both"/>
        <w:rPr>
          <w:rFonts w:ascii="Arial" w:hAnsi="Arial" w:cs="Arial"/>
          <w:sz w:val="16"/>
          <w:szCs w:val="16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Об утверждении Положения «О порядке передачи муниципального имущества муниципального образования «Калевальский национальный район» в доверительное управление»</w:t>
      </w:r>
    </w:p>
    <w:p w:rsidR="00BD2AE2" w:rsidRPr="00182533" w:rsidRDefault="00BD2AE2" w:rsidP="00DF33F4">
      <w:pPr>
        <w:pStyle w:val="ListParagraph"/>
        <w:ind w:left="360" w:firstLine="348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Информирует: Рямонен В. В.                                                                         9 голосов</w:t>
      </w:r>
    </w:p>
    <w:p w:rsidR="00BD2AE2" w:rsidRPr="00182533" w:rsidRDefault="00BD2AE2" w:rsidP="00F130D0">
      <w:pPr>
        <w:pStyle w:val="ListParagraph"/>
        <w:ind w:left="0"/>
        <w:rPr>
          <w:rFonts w:ascii="Arial" w:hAnsi="Arial" w:cs="Arial"/>
          <w:sz w:val="16"/>
          <w:szCs w:val="16"/>
        </w:rPr>
      </w:pPr>
    </w:p>
    <w:p w:rsidR="00BD2AE2" w:rsidRPr="00182533" w:rsidRDefault="00BD2AE2" w:rsidP="009328C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Об утверждении Положения «О порядке управления и распоряжения имуществом, находящемся в собственности Калевальского муниципального района»</w:t>
      </w:r>
    </w:p>
    <w:p w:rsidR="00BD2AE2" w:rsidRPr="00182533" w:rsidRDefault="00BD2AE2" w:rsidP="00DF33F4">
      <w:pPr>
        <w:spacing w:after="0" w:line="240" w:lineRule="auto"/>
        <w:ind w:firstLine="708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Информирует: Рямонен В. В.                                                                        9 голосов</w:t>
      </w:r>
    </w:p>
    <w:p w:rsidR="00BD2AE2" w:rsidRPr="00182533" w:rsidRDefault="00BD2AE2" w:rsidP="00F130D0">
      <w:pPr>
        <w:pStyle w:val="ListParagraph"/>
        <w:ind w:left="360"/>
        <w:rPr>
          <w:rFonts w:ascii="Arial" w:hAnsi="Arial" w:cs="Arial"/>
          <w:sz w:val="16"/>
          <w:szCs w:val="16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Об утверждении Перечней государственного имущества Республики Карелия, предполагаемого к передаче в муниципальную собственность Калевальского муниципального района.</w:t>
      </w:r>
    </w:p>
    <w:p w:rsidR="00BD2AE2" w:rsidRPr="00182533" w:rsidRDefault="00BD2AE2" w:rsidP="00DF33F4">
      <w:pPr>
        <w:spacing w:after="0" w:line="240" w:lineRule="auto"/>
        <w:ind w:left="360" w:firstLine="348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Информирует: Рямонен В. В.                                                                        9 голосов</w:t>
      </w:r>
    </w:p>
    <w:p w:rsidR="00BD2AE2" w:rsidRPr="00182533" w:rsidRDefault="00BD2AE2" w:rsidP="00F130D0">
      <w:pPr>
        <w:pStyle w:val="ListParagraph"/>
        <w:spacing w:after="0" w:line="240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О включении в специализированный жилищный фонд жилого помещения в п.  Калевала.</w:t>
      </w:r>
    </w:p>
    <w:p w:rsidR="00BD2AE2" w:rsidRPr="00182533" w:rsidRDefault="00BD2AE2" w:rsidP="00DF33F4">
      <w:pPr>
        <w:pStyle w:val="ListParagraph"/>
        <w:spacing w:after="0" w:line="240" w:lineRule="auto"/>
        <w:ind w:left="360" w:firstLine="348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Информирует: Рямонен В. В.                                                                        9 голосов</w:t>
      </w:r>
    </w:p>
    <w:p w:rsidR="00BD2AE2" w:rsidRPr="00182533" w:rsidRDefault="00BD2AE2" w:rsidP="008823D5">
      <w:pPr>
        <w:pStyle w:val="ListParagraph"/>
        <w:spacing w:after="0" w:line="240" w:lineRule="auto"/>
        <w:ind w:left="-360"/>
        <w:jc w:val="both"/>
        <w:rPr>
          <w:rFonts w:ascii="Arial" w:hAnsi="Arial" w:cs="Arial"/>
          <w:sz w:val="16"/>
          <w:szCs w:val="16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Об утверждении коэффициентов сферы деятельности арендаторов земельных участков, государственная собственность на которые не разграничена</w:t>
      </w:r>
    </w:p>
    <w:p w:rsidR="00BD2AE2" w:rsidRPr="00182533" w:rsidRDefault="00BD2AE2" w:rsidP="00DF33F4">
      <w:pPr>
        <w:spacing w:after="0" w:line="240" w:lineRule="auto"/>
        <w:ind w:left="360" w:firstLine="348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Информирует: Рямонен В. В.                                                                        9 голосов</w:t>
      </w:r>
    </w:p>
    <w:p w:rsidR="00BD2AE2" w:rsidRPr="00182533" w:rsidRDefault="00BD2AE2" w:rsidP="00F130D0">
      <w:pPr>
        <w:spacing w:after="0" w:line="240" w:lineRule="auto"/>
        <w:ind w:left="-360"/>
        <w:jc w:val="both"/>
        <w:rPr>
          <w:rFonts w:ascii="Arial" w:hAnsi="Arial" w:cs="Arial"/>
          <w:sz w:val="16"/>
          <w:szCs w:val="16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Об увеличении на 10% платы за аренду муниципального имущества.</w:t>
      </w:r>
    </w:p>
    <w:p w:rsidR="00BD2AE2" w:rsidRPr="00182533" w:rsidRDefault="00BD2AE2" w:rsidP="00DF33F4">
      <w:pPr>
        <w:pStyle w:val="ListParagraph"/>
        <w:spacing w:after="0" w:line="240" w:lineRule="auto"/>
        <w:ind w:left="360" w:firstLine="348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Информирует: Рямонен В. В.                                                                        9 голосов</w:t>
      </w:r>
    </w:p>
    <w:p w:rsidR="00BD2AE2" w:rsidRPr="00182533" w:rsidRDefault="00BD2AE2" w:rsidP="00F130D0">
      <w:pPr>
        <w:spacing w:after="0" w:line="240" w:lineRule="auto"/>
        <w:ind w:left="-360"/>
        <w:jc w:val="both"/>
        <w:rPr>
          <w:rFonts w:ascii="Arial" w:hAnsi="Arial" w:cs="Arial"/>
          <w:sz w:val="16"/>
          <w:szCs w:val="16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О согласовании предельной розничной цены на твердое топливо (дрова колотые), реализуемое ООО «Северный лес»</w:t>
      </w:r>
    </w:p>
    <w:p w:rsidR="00BD2AE2" w:rsidRPr="00182533" w:rsidRDefault="00BD2AE2" w:rsidP="00DF33F4">
      <w:pPr>
        <w:pStyle w:val="ListParagraph"/>
        <w:spacing w:after="0" w:line="240" w:lineRule="auto"/>
        <w:ind w:left="360" w:firstLine="348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Информирует: Кузьмина И. В.                                                                      9 голосов</w:t>
      </w:r>
    </w:p>
    <w:p w:rsidR="00BD2AE2" w:rsidRPr="00182533" w:rsidRDefault="00BD2AE2" w:rsidP="00F130D0">
      <w:pPr>
        <w:spacing w:after="0" w:line="240" w:lineRule="auto"/>
        <w:ind w:left="-360"/>
        <w:jc w:val="both"/>
        <w:rPr>
          <w:rFonts w:ascii="Arial" w:hAnsi="Arial" w:cs="Arial"/>
          <w:sz w:val="16"/>
          <w:szCs w:val="16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О согласовании предельной розничной цены на твердое топливо (дрова колотые), реализуемое индивидуальным предпринимателем В. И.  Киркиным</w:t>
      </w:r>
    </w:p>
    <w:p w:rsidR="00BD2AE2" w:rsidRPr="00182533" w:rsidRDefault="00BD2AE2" w:rsidP="00DF33F4">
      <w:pPr>
        <w:pStyle w:val="ListParagraph"/>
        <w:spacing w:after="0" w:line="240" w:lineRule="auto"/>
        <w:ind w:left="360" w:firstLine="348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Информирует: Кузьмина И. В.                                                                      9 голосов</w:t>
      </w:r>
    </w:p>
    <w:p w:rsidR="00BD2AE2" w:rsidRPr="00182533" w:rsidRDefault="00BD2AE2" w:rsidP="00F130D0">
      <w:pPr>
        <w:spacing w:after="0" w:line="240" w:lineRule="auto"/>
        <w:ind w:left="-360"/>
        <w:jc w:val="both"/>
        <w:rPr>
          <w:rFonts w:ascii="Arial" w:hAnsi="Arial" w:cs="Arial"/>
          <w:sz w:val="16"/>
          <w:szCs w:val="16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О согласовании цены (тарифа) на платные услуги, предоставляемые МБУ «Централизованная библиотечная система Калевальского муниципального района»</w:t>
      </w:r>
    </w:p>
    <w:p w:rsidR="00BD2AE2" w:rsidRPr="00182533" w:rsidRDefault="00BD2AE2" w:rsidP="00DF33F4">
      <w:pPr>
        <w:pStyle w:val="ListParagraph"/>
        <w:spacing w:after="0" w:line="240" w:lineRule="auto"/>
        <w:ind w:left="360" w:firstLine="348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Информирует: Кузьмина И. В.                                                                      9 голосов</w:t>
      </w:r>
    </w:p>
    <w:p w:rsidR="00BD2AE2" w:rsidRPr="00182533" w:rsidRDefault="00BD2AE2" w:rsidP="00F130D0">
      <w:pPr>
        <w:spacing w:after="0" w:line="240" w:lineRule="auto"/>
        <w:ind w:left="-360"/>
        <w:jc w:val="both"/>
        <w:rPr>
          <w:rFonts w:ascii="Arial" w:hAnsi="Arial" w:cs="Arial"/>
          <w:sz w:val="16"/>
          <w:szCs w:val="16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 xml:space="preserve">Об участии в Программе «Газпром - детям» по строительству открытой универсальной спортивной площадки. </w:t>
      </w:r>
    </w:p>
    <w:p w:rsidR="00BD2AE2" w:rsidRPr="00182533" w:rsidRDefault="00BD2AE2" w:rsidP="00AE2E71">
      <w:pPr>
        <w:pStyle w:val="ListParagraph"/>
        <w:spacing w:after="0" w:line="240" w:lineRule="auto"/>
        <w:ind w:left="360" w:firstLine="348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Информирует: Иванова В. К.                                                                        9 голосов</w:t>
      </w:r>
    </w:p>
    <w:p w:rsidR="00BD2AE2" w:rsidRPr="00182533" w:rsidRDefault="00BD2AE2" w:rsidP="00F130D0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Об утверждении Положения о материальном стимулировании муниципальных служащих органов местного самоуправления МО «Калевальский национальный район»</w:t>
      </w:r>
    </w:p>
    <w:p w:rsidR="00BD2AE2" w:rsidRPr="00182533" w:rsidRDefault="00BD2AE2" w:rsidP="00201C27">
      <w:pPr>
        <w:pStyle w:val="ListParagraph"/>
        <w:spacing w:after="0" w:line="240" w:lineRule="auto"/>
        <w:ind w:left="360" w:firstLine="348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Информирует: Кузьмина И. В.                                                                      9 голосов</w:t>
      </w:r>
    </w:p>
    <w:p w:rsidR="00BD2AE2" w:rsidRPr="00182533" w:rsidRDefault="00BD2AE2" w:rsidP="00F130D0">
      <w:pPr>
        <w:pStyle w:val="ListParagraph"/>
        <w:spacing w:after="0" w:line="240" w:lineRule="auto"/>
        <w:ind w:left="-360"/>
        <w:jc w:val="both"/>
        <w:rPr>
          <w:rFonts w:ascii="Arial" w:hAnsi="Arial" w:cs="Arial"/>
          <w:sz w:val="16"/>
          <w:szCs w:val="16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О денежном содержании муниципальных служащих органов местного самоуправления МО «Калевальский национальный район»</w:t>
      </w:r>
    </w:p>
    <w:p w:rsidR="00BD2AE2" w:rsidRPr="00182533" w:rsidRDefault="00BD2AE2" w:rsidP="00F130D0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 xml:space="preserve">      </w:t>
      </w:r>
      <w:r w:rsidRPr="00182533">
        <w:rPr>
          <w:rFonts w:ascii="Arial" w:hAnsi="Arial" w:cs="Arial"/>
          <w:sz w:val="21"/>
          <w:szCs w:val="21"/>
        </w:rPr>
        <w:tab/>
        <w:t>Информирует: Кузьмина И. В.                                                                      9 голосов</w:t>
      </w:r>
    </w:p>
    <w:p w:rsidR="00BD2AE2" w:rsidRPr="00182533" w:rsidRDefault="00BD2AE2" w:rsidP="00F130D0">
      <w:pPr>
        <w:pStyle w:val="ListParagraph"/>
        <w:spacing w:after="0" w:line="240" w:lineRule="auto"/>
        <w:ind w:left="-360"/>
        <w:jc w:val="both"/>
        <w:rPr>
          <w:rFonts w:ascii="Arial" w:hAnsi="Arial" w:cs="Arial"/>
          <w:sz w:val="16"/>
          <w:szCs w:val="16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Об утверждении Правил депутатской этики членов Совета Калевальского муниципального района.</w:t>
      </w:r>
    </w:p>
    <w:p w:rsidR="00BD2AE2" w:rsidRPr="00182533" w:rsidRDefault="00BD2AE2" w:rsidP="00201C27">
      <w:pPr>
        <w:pStyle w:val="ListParagraph"/>
        <w:spacing w:after="0" w:line="240" w:lineRule="auto"/>
        <w:ind w:left="360" w:firstLine="348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Информирует: Филиппов Г. И.                                                                      9 голосов</w:t>
      </w:r>
    </w:p>
    <w:p w:rsidR="00BD2AE2" w:rsidRPr="00182533" w:rsidRDefault="00BD2AE2" w:rsidP="00686FF3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BD2AE2" w:rsidRPr="00182533" w:rsidRDefault="00BD2AE2" w:rsidP="003E3C0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82533">
        <w:rPr>
          <w:rFonts w:ascii="Arial" w:hAnsi="Arial" w:cs="Arial"/>
          <w:sz w:val="21"/>
          <w:szCs w:val="21"/>
        </w:rPr>
        <w:t>Разное</w:t>
      </w:r>
    </w:p>
    <w:p w:rsidR="00BD2AE2" w:rsidRPr="00201C27" w:rsidRDefault="00BD2AE2" w:rsidP="008823D5">
      <w:pPr>
        <w:pStyle w:val="ListParagraph"/>
        <w:spacing w:after="0" w:line="240" w:lineRule="auto"/>
        <w:ind w:left="-360"/>
        <w:jc w:val="both"/>
        <w:rPr>
          <w:rFonts w:ascii="Arial" w:hAnsi="Arial" w:cs="Arial"/>
        </w:rPr>
      </w:pPr>
    </w:p>
    <w:p w:rsidR="00BD2AE2" w:rsidRPr="001678B0" w:rsidRDefault="00BD2AE2" w:rsidP="00A84092">
      <w:pPr>
        <w:rPr>
          <w:rFonts w:ascii="Times New Roman" w:hAnsi="Times New Roman"/>
          <w:sz w:val="24"/>
          <w:szCs w:val="24"/>
        </w:rPr>
      </w:pPr>
    </w:p>
    <w:sectPr w:rsidR="00BD2AE2" w:rsidRPr="001678B0" w:rsidSect="00201C27">
      <w:pgSz w:w="11906" w:h="16838"/>
      <w:pgMar w:top="360" w:right="74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B1E9A"/>
    <w:multiLevelType w:val="hybridMultilevel"/>
    <w:tmpl w:val="453EB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D0B0DF1"/>
    <w:multiLevelType w:val="hybridMultilevel"/>
    <w:tmpl w:val="AC20E990"/>
    <w:lvl w:ilvl="0" w:tplc="0419000F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E97D3A"/>
    <w:multiLevelType w:val="hybridMultilevel"/>
    <w:tmpl w:val="EBAA883A"/>
    <w:lvl w:ilvl="0" w:tplc="041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B4739A"/>
    <w:multiLevelType w:val="hybridMultilevel"/>
    <w:tmpl w:val="83E09DCE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C6060E"/>
    <w:multiLevelType w:val="hybridMultilevel"/>
    <w:tmpl w:val="A4ACD6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2F49E6"/>
    <w:multiLevelType w:val="hybridMultilevel"/>
    <w:tmpl w:val="A4AC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3A79D9"/>
    <w:multiLevelType w:val="hybridMultilevel"/>
    <w:tmpl w:val="10ECB5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4FE666FA"/>
    <w:multiLevelType w:val="hybridMultilevel"/>
    <w:tmpl w:val="C5829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737605"/>
    <w:multiLevelType w:val="hybridMultilevel"/>
    <w:tmpl w:val="A4AC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4092"/>
    <w:rsid w:val="001678B0"/>
    <w:rsid w:val="00182533"/>
    <w:rsid w:val="00201C27"/>
    <w:rsid w:val="002F5D90"/>
    <w:rsid w:val="0034143A"/>
    <w:rsid w:val="00354D4B"/>
    <w:rsid w:val="003E3C0A"/>
    <w:rsid w:val="00625F1C"/>
    <w:rsid w:val="00686FF3"/>
    <w:rsid w:val="006E30C0"/>
    <w:rsid w:val="00831730"/>
    <w:rsid w:val="008823D5"/>
    <w:rsid w:val="008C1544"/>
    <w:rsid w:val="009328CE"/>
    <w:rsid w:val="0099715F"/>
    <w:rsid w:val="009B648B"/>
    <w:rsid w:val="00A84092"/>
    <w:rsid w:val="00AE2E71"/>
    <w:rsid w:val="00BD2AE2"/>
    <w:rsid w:val="00BD46C0"/>
    <w:rsid w:val="00C3188F"/>
    <w:rsid w:val="00D32DF7"/>
    <w:rsid w:val="00D71BE2"/>
    <w:rsid w:val="00DB5EDB"/>
    <w:rsid w:val="00DF33F4"/>
    <w:rsid w:val="00E32BF9"/>
    <w:rsid w:val="00F00E90"/>
    <w:rsid w:val="00F115C8"/>
    <w:rsid w:val="00F130D0"/>
    <w:rsid w:val="00F277F0"/>
    <w:rsid w:val="00FC5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B3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40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1</Pages>
  <Words>553</Words>
  <Characters>3155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7</cp:revision>
  <cp:lastPrinted>2012-07-11T13:14:00Z</cp:lastPrinted>
  <dcterms:created xsi:type="dcterms:W3CDTF">2012-07-11T10:31:00Z</dcterms:created>
  <dcterms:modified xsi:type="dcterms:W3CDTF">2012-07-11T13:17:00Z</dcterms:modified>
</cp:coreProperties>
</file>